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E02C" w14:textId="77777777" w:rsidR="00F81CE8" w:rsidRDefault="00F81CE8" w:rsidP="00F81CE8">
      <w:pPr>
        <w:pStyle w:val="Nadpis1"/>
        <w:rPr>
          <w:noProof/>
        </w:rPr>
      </w:pPr>
      <w:r w:rsidRPr="00F81CE8">
        <w:rPr>
          <w:noProof/>
        </w:rPr>
        <w:t>Technická specifikace zakázky</w:t>
      </w:r>
    </w:p>
    <w:p w14:paraId="7F05D50B" w14:textId="402BFDAE" w:rsidR="00FC2F16" w:rsidRPr="00F81CE8" w:rsidRDefault="00FC2F16" w:rsidP="00F81CE8">
      <w:pPr>
        <w:pStyle w:val="Nadpis2"/>
        <w:rPr>
          <w:noProof/>
        </w:rPr>
      </w:pPr>
      <w:r w:rsidRPr="00F81CE8">
        <w:rPr>
          <w:noProof/>
        </w:rPr>
        <w:t xml:space="preserve">„Dodávka </w:t>
      </w:r>
      <w:r w:rsidR="00786679">
        <w:rPr>
          <w:noProof/>
        </w:rPr>
        <w:t>akumulátorových magnetických vrtaček na kolejnice</w:t>
      </w:r>
      <w:r w:rsidRPr="00F81CE8">
        <w:rPr>
          <w:noProof/>
        </w:rPr>
        <w:t>“</w:t>
      </w:r>
    </w:p>
    <w:p w14:paraId="1DCAF7C4" w14:textId="77777777" w:rsidR="00F81CE8" w:rsidRDefault="00F81CE8" w:rsidP="00FC2F16">
      <w:pPr>
        <w:jc w:val="both"/>
        <w:rPr>
          <w:rFonts w:ascii="Verdana" w:hAnsi="Verdana"/>
          <w:noProof/>
        </w:rPr>
      </w:pPr>
    </w:p>
    <w:p w14:paraId="0E8FDBEB" w14:textId="33C4B592" w:rsidR="00D30F2C" w:rsidRDefault="00FC2F16" w:rsidP="00FC2F16">
      <w:pPr>
        <w:jc w:val="both"/>
        <w:rPr>
          <w:rFonts w:ascii="Verdana" w:hAnsi="Verdana"/>
          <w:noProof/>
        </w:rPr>
      </w:pPr>
      <w:r w:rsidRPr="004741D7">
        <w:rPr>
          <w:rFonts w:ascii="Verdana" w:hAnsi="Verdana"/>
          <w:noProof/>
        </w:rPr>
        <w:t>Předmětem veřejné zakázky je dodávka</w:t>
      </w:r>
      <w:r w:rsidR="00B031D6">
        <w:rPr>
          <w:rFonts w:ascii="Verdana" w:hAnsi="Verdana"/>
          <w:noProof/>
        </w:rPr>
        <w:t xml:space="preserve"> 4 kusů</w:t>
      </w:r>
      <w:r w:rsidRPr="004741D7">
        <w:rPr>
          <w:rFonts w:ascii="Verdana" w:hAnsi="Verdana"/>
          <w:noProof/>
        </w:rPr>
        <w:t xml:space="preserve"> </w:t>
      </w:r>
      <w:r w:rsidR="00786679">
        <w:t>akumulátorových magnetických vrtaček na kolejnice</w:t>
      </w:r>
      <w:r w:rsidR="00BC78F2">
        <w:rPr>
          <w:rFonts w:ascii="Verdana" w:hAnsi="Verdana"/>
          <w:noProof/>
        </w:rPr>
        <w:t>, kter</w:t>
      </w:r>
      <w:r w:rsidR="00A44242">
        <w:rPr>
          <w:rFonts w:ascii="Verdana" w:hAnsi="Verdana"/>
          <w:noProof/>
        </w:rPr>
        <w:t>é</w:t>
      </w:r>
      <w:r w:rsidRPr="004741D7">
        <w:rPr>
          <w:rFonts w:ascii="Verdana" w:hAnsi="Verdana"/>
          <w:noProof/>
        </w:rPr>
        <w:t xml:space="preserve"> splňuj</w:t>
      </w:r>
      <w:r w:rsidR="00A44242">
        <w:rPr>
          <w:rFonts w:ascii="Verdana" w:hAnsi="Verdana"/>
          <w:noProof/>
        </w:rPr>
        <w:t>í</w:t>
      </w:r>
      <w:r w:rsidRPr="004741D7">
        <w:rPr>
          <w:rFonts w:ascii="Verdana" w:hAnsi="Verdana"/>
          <w:noProof/>
        </w:rPr>
        <w:t xml:space="preserve"> níže uvedené </w:t>
      </w:r>
      <w:r w:rsidR="006A21EA">
        <w:rPr>
          <w:rFonts w:ascii="Verdana" w:hAnsi="Verdana"/>
          <w:noProof/>
        </w:rPr>
        <w:t>požadavky</w:t>
      </w:r>
      <w:r w:rsidR="00B077AD">
        <w:rPr>
          <w:rFonts w:ascii="Verdana" w:hAnsi="Verdana"/>
          <w:noProof/>
        </w:rPr>
        <w:t>, je</w:t>
      </w:r>
      <w:r w:rsidR="00A44242">
        <w:rPr>
          <w:rFonts w:ascii="Verdana" w:hAnsi="Verdana"/>
          <w:noProof/>
        </w:rPr>
        <w:t>jich</w:t>
      </w:r>
      <w:r w:rsidR="00B077AD">
        <w:rPr>
          <w:rFonts w:ascii="Verdana" w:hAnsi="Verdana"/>
          <w:noProof/>
        </w:rPr>
        <w:t xml:space="preserve"> přeprava a</w:t>
      </w:r>
      <w:r w:rsidR="006A21EA">
        <w:rPr>
          <w:rFonts w:ascii="Verdana" w:hAnsi="Verdana"/>
          <w:noProof/>
        </w:rPr>
        <w:t xml:space="preserve"> zaškolení obsluhujících zaměstnanců kupujícího</w:t>
      </w:r>
      <w:r w:rsidR="00A44242">
        <w:rPr>
          <w:rFonts w:ascii="Verdana" w:hAnsi="Verdana"/>
          <w:noProof/>
        </w:rPr>
        <w:t xml:space="preserve"> do jejich obsluhy a údržby</w:t>
      </w:r>
      <w:r w:rsidR="006A21EA">
        <w:rPr>
          <w:rFonts w:ascii="Verdana" w:hAnsi="Verdana"/>
          <w:noProof/>
        </w:rPr>
        <w:t>.</w:t>
      </w:r>
    </w:p>
    <w:p w14:paraId="3FF48550" w14:textId="77777777" w:rsidR="00F81CE8" w:rsidRDefault="00F81CE8" w:rsidP="00FC2F16">
      <w:pPr>
        <w:spacing w:after="0"/>
      </w:pPr>
    </w:p>
    <w:p w14:paraId="18B9B687" w14:textId="416B89B4" w:rsidR="00FC2F16" w:rsidRDefault="002B695B" w:rsidP="00FC2F16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Požadované parametry</w:t>
      </w:r>
      <w:r w:rsidR="00A44242">
        <w:rPr>
          <w:rFonts w:ascii="Verdana" w:hAnsi="Verdana"/>
          <w:b/>
        </w:rPr>
        <w:t xml:space="preserve"> vrtaček</w:t>
      </w:r>
      <w:r>
        <w:rPr>
          <w:rFonts w:ascii="Verdana" w:hAnsi="Verdana"/>
          <w:b/>
        </w:rPr>
        <w:t>:</w:t>
      </w:r>
    </w:p>
    <w:p w14:paraId="3A17597D" w14:textId="77777777" w:rsidR="002B695B" w:rsidRPr="004741D7" w:rsidRDefault="002B695B" w:rsidP="00FC2F16">
      <w:pPr>
        <w:spacing w:after="0"/>
        <w:rPr>
          <w:rFonts w:ascii="Verdana" w:hAnsi="Verdana"/>
          <w:b/>
        </w:rPr>
      </w:pPr>
    </w:p>
    <w:p w14:paraId="279C13DD" w14:textId="5AB799F6" w:rsidR="00FC2F16" w:rsidRDefault="00786679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Nový stroj</w:t>
      </w:r>
    </w:p>
    <w:p w14:paraId="225EB7EB" w14:textId="77777777" w:rsidR="00786679" w:rsidRDefault="00786679" w:rsidP="00786679">
      <w:pPr>
        <w:pStyle w:val="Odstavecseseznamem"/>
        <w:numPr>
          <w:ilvl w:val="0"/>
          <w:numId w:val="42"/>
        </w:numPr>
        <w:spacing w:after="0"/>
        <w:rPr>
          <w:b/>
          <w:bCs/>
        </w:rPr>
      </w:pPr>
      <w:r>
        <w:rPr>
          <w:bCs/>
        </w:rPr>
        <w:t xml:space="preserve">Permanentní magnet s přídržnou </w:t>
      </w:r>
      <w:proofErr w:type="gramStart"/>
      <w:r>
        <w:rPr>
          <w:bCs/>
        </w:rPr>
        <w:t>silou:</w:t>
      </w:r>
      <w:r w:rsidRPr="00A425E3">
        <w:rPr>
          <w:bCs/>
        </w:rPr>
        <w:t xml:space="preserve"> </w:t>
      </w:r>
      <w:r w:rsidRPr="00C918AE">
        <w:rPr>
          <w:b/>
          <w:bCs/>
        </w:rPr>
        <w:t xml:space="preserve"> min</w:t>
      </w:r>
      <w:proofErr w:type="gramEnd"/>
      <w:r w:rsidRPr="00C918AE">
        <w:rPr>
          <w:b/>
          <w:bCs/>
        </w:rPr>
        <w:t xml:space="preserve"> </w:t>
      </w:r>
      <w:r>
        <w:rPr>
          <w:b/>
          <w:bCs/>
        </w:rPr>
        <w:t>800</w:t>
      </w:r>
      <w:r w:rsidRPr="00A425E3">
        <w:rPr>
          <w:b/>
          <w:bCs/>
        </w:rPr>
        <w:t xml:space="preserve">0 </w:t>
      </w:r>
      <w:r>
        <w:rPr>
          <w:b/>
          <w:bCs/>
        </w:rPr>
        <w:t>N</w:t>
      </w:r>
    </w:p>
    <w:p w14:paraId="26C27848" w14:textId="4B140C31" w:rsidR="00786679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>Možnost použití korunkových vrtáků</w:t>
      </w:r>
    </w:p>
    <w:p w14:paraId="414AEB07" w14:textId="3D563974" w:rsidR="00446F46" w:rsidRDefault="00446F46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>2 rychlostní převodovka pro optimální vrtací otáčky při použití korunkových nebo spirálových vrtáků</w:t>
      </w:r>
    </w:p>
    <w:p w14:paraId="0D8D27B1" w14:textId="46CCF3E5" w:rsidR="00786679" w:rsidRPr="00DA479C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 xml:space="preserve">Vrtaný průměr korunkovým vrtákem: </w:t>
      </w:r>
      <w:r w:rsidR="000F56B2">
        <w:rPr>
          <w:b/>
          <w:bCs/>
        </w:rPr>
        <w:t>s rozsahem alespoň</w:t>
      </w:r>
      <w:r w:rsidRPr="00C918AE">
        <w:rPr>
          <w:b/>
          <w:bCs/>
        </w:rPr>
        <w:t xml:space="preserve"> </w:t>
      </w:r>
      <w:r w:rsidR="008B6E65">
        <w:rPr>
          <w:b/>
          <w:bCs/>
        </w:rPr>
        <w:t xml:space="preserve">18 - </w:t>
      </w:r>
      <w:r>
        <w:rPr>
          <w:b/>
          <w:bCs/>
        </w:rPr>
        <w:t>32 mm</w:t>
      </w:r>
    </w:p>
    <w:p w14:paraId="7B387A5A" w14:textId="3836EC99" w:rsidR="00786679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 xml:space="preserve">Vrtaný průměr spirálovým </w:t>
      </w:r>
      <w:proofErr w:type="gramStart"/>
      <w:r>
        <w:rPr>
          <w:bCs/>
        </w:rPr>
        <w:t xml:space="preserve">vrtákem: </w:t>
      </w:r>
      <w:r w:rsidRPr="00C918AE">
        <w:rPr>
          <w:b/>
          <w:bCs/>
        </w:rPr>
        <w:t xml:space="preserve"> </w:t>
      </w:r>
      <w:r w:rsidR="000F56B2">
        <w:rPr>
          <w:b/>
          <w:bCs/>
        </w:rPr>
        <w:t>s</w:t>
      </w:r>
      <w:proofErr w:type="gramEnd"/>
      <w:r w:rsidR="000F56B2">
        <w:rPr>
          <w:b/>
          <w:bCs/>
        </w:rPr>
        <w:t> rozsahem alespoň</w:t>
      </w:r>
      <w:r w:rsidRPr="00C918AE">
        <w:rPr>
          <w:b/>
          <w:bCs/>
        </w:rPr>
        <w:t xml:space="preserve"> </w:t>
      </w:r>
      <w:r>
        <w:rPr>
          <w:b/>
          <w:bCs/>
        </w:rPr>
        <w:t xml:space="preserve">10 </w:t>
      </w:r>
      <w:r w:rsidR="000F56B2">
        <w:rPr>
          <w:b/>
          <w:bCs/>
        </w:rPr>
        <w:t xml:space="preserve"> - 13 </w:t>
      </w:r>
      <w:r>
        <w:rPr>
          <w:b/>
          <w:bCs/>
        </w:rPr>
        <w:t>mm</w:t>
      </w:r>
    </w:p>
    <w:p w14:paraId="40BAD2B8" w14:textId="77777777" w:rsidR="00786679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>Možnost osvětlení opracovávaného povrchu</w:t>
      </w:r>
    </w:p>
    <w:p w14:paraId="5A32B8C8" w14:textId="38EC4F46" w:rsidR="00786679" w:rsidRPr="00FE1669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 xml:space="preserve">2 ks akumulátorů: </w:t>
      </w:r>
      <w:r w:rsidR="000F56B2">
        <w:rPr>
          <w:bCs/>
        </w:rPr>
        <w:t xml:space="preserve">s kapacitou </w:t>
      </w:r>
      <w:r>
        <w:rPr>
          <w:b/>
          <w:bCs/>
        </w:rPr>
        <w:t xml:space="preserve">min. 5.0 </w:t>
      </w:r>
      <w:proofErr w:type="spellStart"/>
      <w:r>
        <w:rPr>
          <w:b/>
          <w:bCs/>
        </w:rPr>
        <w:t>Ah</w:t>
      </w:r>
      <w:proofErr w:type="spellEnd"/>
    </w:p>
    <w:p w14:paraId="66E7A59F" w14:textId="77777777" w:rsidR="00786679" w:rsidRPr="00FE1669" w:rsidRDefault="00786679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 w:rsidRPr="00FE1669">
        <w:rPr>
          <w:bCs/>
        </w:rPr>
        <w:t>Nabíječka akumulátorů</w:t>
      </w:r>
    </w:p>
    <w:p w14:paraId="5FC9C437" w14:textId="22D62E02" w:rsidR="00786679" w:rsidRPr="00A425E3" w:rsidRDefault="008B6E65" w:rsidP="00786679">
      <w:pPr>
        <w:pStyle w:val="Odstavecseseznamem"/>
        <w:numPr>
          <w:ilvl w:val="0"/>
          <w:numId w:val="42"/>
        </w:numPr>
        <w:spacing w:after="0"/>
        <w:rPr>
          <w:bCs/>
        </w:rPr>
      </w:pPr>
      <w:r>
        <w:rPr>
          <w:bCs/>
        </w:rPr>
        <w:t>Zařízení</w:t>
      </w:r>
      <w:r w:rsidR="00786679">
        <w:rPr>
          <w:bCs/>
        </w:rPr>
        <w:t xml:space="preserve"> pro uchycení ke kolejnici</w:t>
      </w:r>
    </w:p>
    <w:p w14:paraId="7A822252" w14:textId="77777777" w:rsidR="008B30C1" w:rsidRDefault="008B30C1" w:rsidP="008B30C1">
      <w:pPr>
        <w:pStyle w:val="Odstavecseseznamem"/>
        <w:spacing w:after="0" w:line="259" w:lineRule="auto"/>
        <w:rPr>
          <w:rFonts w:ascii="Verdana" w:hAnsi="Verdana"/>
        </w:rPr>
      </w:pPr>
    </w:p>
    <w:p w14:paraId="492C35A6" w14:textId="7F364927" w:rsidR="00FC2F16" w:rsidRDefault="00FC2F16" w:rsidP="00C902B4">
      <w:pPr>
        <w:pStyle w:val="Odstavecseseznamem"/>
        <w:spacing w:after="0" w:line="259" w:lineRule="auto"/>
        <w:rPr>
          <w:rFonts w:ascii="Verdana" w:hAnsi="Verdana"/>
        </w:rPr>
      </w:pPr>
    </w:p>
    <w:p w14:paraId="60A160AA" w14:textId="72FF9D72" w:rsidR="00B077AD" w:rsidRPr="00B077AD" w:rsidRDefault="00B077AD" w:rsidP="00B077AD">
      <w:pPr>
        <w:spacing w:after="0" w:line="259" w:lineRule="auto"/>
        <w:rPr>
          <w:rFonts w:ascii="Verdana" w:hAnsi="Verdana"/>
          <w:b/>
        </w:rPr>
      </w:pPr>
      <w:r w:rsidRPr="00B077AD">
        <w:rPr>
          <w:rFonts w:ascii="Verdana" w:hAnsi="Verdana"/>
          <w:b/>
        </w:rPr>
        <w:t>Další požadavky:</w:t>
      </w:r>
    </w:p>
    <w:p w14:paraId="3AE0F172" w14:textId="42059650" w:rsidR="00DE4872" w:rsidRPr="00DE4872" w:rsidRDefault="00B077AD" w:rsidP="00DD52A1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E4872">
        <w:rPr>
          <w:rFonts w:ascii="Verdana" w:hAnsi="Verdana"/>
        </w:rPr>
        <w:t>Zajištění přepravy</w:t>
      </w:r>
      <w:r w:rsidR="00874B07" w:rsidRPr="00DE4872">
        <w:rPr>
          <w:rFonts w:ascii="Verdana" w:hAnsi="Verdana"/>
        </w:rPr>
        <w:t xml:space="preserve"> do místa dodání a uvedení do provozu</w:t>
      </w:r>
      <w:r w:rsidRPr="00DE4872">
        <w:rPr>
          <w:rFonts w:ascii="Verdana" w:hAnsi="Verdana"/>
        </w:rPr>
        <w:t xml:space="preserve"> </w:t>
      </w:r>
      <w:r w:rsidR="00874B07" w:rsidRPr="00DE4872">
        <w:rPr>
          <w:rFonts w:ascii="Verdana" w:hAnsi="Verdana"/>
        </w:rPr>
        <w:t>v místě dodání</w:t>
      </w:r>
      <w:r w:rsidR="00DE4872" w:rsidRPr="00DE4872">
        <w:rPr>
          <w:rFonts w:ascii="Verdana" w:hAnsi="Verdana"/>
        </w:rPr>
        <w:t>:</w:t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 w:rsidRPr="00DE4872">
        <w:rPr>
          <w:rFonts w:ascii="Verdana" w:hAnsi="Verdana"/>
        </w:rPr>
        <w:t xml:space="preserve"> </w:t>
      </w:r>
      <w:r w:rsidR="00874B07" w:rsidRPr="00DE4872">
        <w:rPr>
          <w:rFonts w:ascii="Verdana" w:hAnsi="Verdana"/>
        </w:rPr>
        <w:t xml:space="preserve"> </w:t>
      </w:r>
      <w:r w:rsidR="00DE4872" w:rsidRPr="00DE4872">
        <w:rPr>
          <w:rFonts w:ascii="Verdana" w:hAnsi="Verdana"/>
        </w:rPr>
        <w:t>Správa železnic, státní organizace</w:t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</w:r>
      <w:r w:rsidR="00DE4872">
        <w:rPr>
          <w:rFonts w:ascii="Verdana" w:hAnsi="Verdana"/>
        </w:rPr>
        <w:tab/>
        <w:t xml:space="preserve"> </w:t>
      </w:r>
      <w:r w:rsidR="00DE4872">
        <w:t>Oblastní ředitelství Hradec Králové</w:t>
      </w:r>
      <w:r w:rsidR="00DE4872">
        <w:tab/>
      </w:r>
      <w:r w:rsidR="00DE4872">
        <w:tab/>
      </w:r>
      <w:r w:rsidR="00DE4872">
        <w:tab/>
      </w:r>
      <w:r w:rsidR="00DE4872">
        <w:tab/>
      </w:r>
      <w:r w:rsidR="00DE4872">
        <w:tab/>
      </w:r>
      <w:r w:rsidR="00DE4872">
        <w:tab/>
      </w:r>
      <w:r w:rsidR="00DE4872">
        <w:tab/>
        <w:t xml:space="preserve">  U </w:t>
      </w:r>
      <w:proofErr w:type="spellStart"/>
      <w:r w:rsidR="00DE4872">
        <w:t>Fotochemy</w:t>
      </w:r>
      <w:proofErr w:type="spellEnd"/>
      <w:r w:rsidR="00DE4872">
        <w:t xml:space="preserve"> 259, 501 01 Hradec Králové</w:t>
      </w:r>
      <w:r w:rsidR="00DF044B">
        <w:t>.</w:t>
      </w:r>
      <w:r w:rsidR="00DE4872">
        <w:tab/>
      </w:r>
      <w:r w:rsidR="00DE4872" w:rsidRPr="0057675B">
        <w:tab/>
      </w:r>
    </w:p>
    <w:p w14:paraId="0493FD70" w14:textId="558EA2A5" w:rsidR="00B077AD" w:rsidRPr="00DE4872" w:rsidRDefault="00B077AD" w:rsidP="00DD52A1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E4872">
        <w:rPr>
          <w:rFonts w:ascii="Verdana" w:hAnsi="Verdana"/>
        </w:rPr>
        <w:t xml:space="preserve">Zaškolení zaměstnanců z obsluhy a údržby </w:t>
      </w:r>
      <w:r w:rsidR="00786679" w:rsidRPr="00DE4872">
        <w:rPr>
          <w:rFonts w:ascii="Verdana" w:hAnsi="Verdana"/>
        </w:rPr>
        <w:t>vrtače</w:t>
      </w:r>
      <w:r w:rsidRPr="00DE4872">
        <w:rPr>
          <w:rFonts w:ascii="Verdana" w:hAnsi="Verdana"/>
        </w:rPr>
        <w:t>k.</w:t>
      </w:r>
    </w:p>
    <w:p w14:paraId="4252E5B6" w14:textId="7DB94219" w:rsidR="00B077AD" w:rsidRPr="00B077AD" w:rsidRDefault="009D5D50" w:rsidP="00B077AD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V případě poruchy možnost z</w:t>
      </w:r>
      <w:r w:rsidR="00B077AD">
        <w:rPr>
          <w:rFonts w:ascii="Verdana" w:hAnsi="Verdana"/>
        </w:rPr>
        <w:t xml:space="preserve">ajištění servisních úkonů v místě </w:t>
      </w:r>
      <w:r w:rsidR="00874B07">
        <w:rPr>
          <w:rFonts w:ascii="Verdana" w:hAnsi="Verdana"/>
        </w:rPr>
        <w:t>dodání</w:t>
      </w:r>
      <w:r w:rsidR="00B077AD">
        <w:rPr>
          <w:rFonts w:ascii="Verdana" w:hAnsi="Verdana"/>
        </w:rPr>
        <w:t>.</w:t>
      </w:r>
    </w:p>
    <w:sectPr w:rsidR="00B077AD" w:rsidRPr="00B077AD" w:rsidSect="00FE776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8AA8" w14:textId="77777777" w:rsidR="00FE776A" w:rsidRDefault="00FE776A" w:rsidP="00962258">
      <w:pPr>
        <w:spacing w:after="0" w:line="240" w:lineRule="auto"/>
      </w:pPr>
      <w:r>
        <w:separator/>
      </w:r>
    </w:p>
  </w:endnote>
  <w:endnote w:type="continuationSeparator" w:id="0">
    <w:p w14:paraId="1C074949" w14:textId="77777777" w:rsidR="00FE776A" w:rsidRDefault="00FE77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843B1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FC5F3B" w14:textId="2B035B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2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2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DE3DE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FB026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C98A1CE" w14:textId="77777777" w:rsidR="00F1715C" w:rsidRDefault="00F1715C" w:rsidP="00D831A3">
          <w:pPr>
            <w:pStyle w:val="Zpat"/>
          </w:pPr>
        </w:p>
      </w:tc>
    </w:tr>
  </w:tbl>
  <w:p w14:paraId="79DAF6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61888" wp14:editId="7807EF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33069" wp14:editId="551520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CE60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30BDF6" w14:textId="229091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2B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2B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4316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1713C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5DB1D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7BB5E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FE5F57" w14:textId="77777777"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29C998C" w14:textId="77777777"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14:paraId="6CBB5CF5" w14:textId="77777777"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6AEA1FAF" w14:textId="77777777"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14:paraId="3245E1B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D4CE07E" wp14:editId="794D08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4F088F" wp14:editId="420813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F079F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DE97" w14:textId="77777777" w:rsidR="00FE776A" w:rsidRDefault="00FE776A" w:rsidP="00962258">
      <w:pPr>
        <w:spacing w:after="0" w:line="240" w:lineRule="auto"/>
      </w:pPr>
      <w:r>
        <w:separator/>
      </w:r>
    </w:p>
  </w:footnote>
  <w:footnote w:type="continuationSeparator" w:id="0">
    <w:p w14:paraId="008D0CC0" w14:textId="77777777" w:rsidR="00FE776A" w:rsidRDefault="00FE77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E6844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BA1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A4D5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9D3AD3" w14:textId="77777777" w:rsidR="00F1715C" w:rsidRPr="00D6163D" w:rsidRDefault="00F1715C" w:rsidP="00D6163D">
          <w:pPr>
            <w:pStyle w:val="Druhdokumentu"/>
          </w:pPr>
        </w:p>
      </w:tc>
    </w:tr>
  </w:tbl>
  <w:p w14:paraId="146D40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59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536"/>
      <w:gridCol w:w="5698"/>
    </w:tblGrid>
    <w:tr w:rsidR="00F1715C" w14:paraId="7A5C3176" w14:textId="77777777" w:rsidTr="00FC2F1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BEFE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253C2E6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CBED53" w14:textId="05AD6BFC" w:rsidR="00786679" w:rsidRPr="00FC2F16" w:rsidRDefault="00B077AD" w:rsidP="00786679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 w:rsidRPr="00B077AD">
            <w:rPr>
              <w:sz w:val="18"/>
              <w:szCs w:val="18"/>
            </w:rPr>
            <w:t xml:space="preserve">Dodávka </w:t>
          </w:r>
          <w:r w:rsidR="00786679">
            <w:rPr>
              <w:sz w:val="18"/>
              <w:szCs w:val="18"/>
            </w:rPr>
            <w:t>akumulátorových magnetických vrtaček na kolejnice</w:t>
          </w:r>
        </w:p>
      </w:tc>
    </w:tr>
    <w:tr w:rsidR="009F392E" w14:paraId="314FA50D" w14:textId="77777777" w:rsidTr="00FC2F1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E271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332662A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A36467" w14:textId="77777777" w:rsidR="009F392E" w:rsidRPr="00D6163D" w:rsidRDefault="009F392E" w:rsidP="00FC6389">
          <w:pPr>
            <w:pStyle w:val="Druhdokumentu"/>
          </w:pPr>
        </w:p>
      </w:tc>
    </w:tr>
  </w:tbl>
  <w:p w14:paraId="577BB13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8178F5" wp14:editId="500A11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49C4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0D3587"/>
    <w:multiLevelType w:val="multilevel"/>
    <w:tmpl w:val="CABE99FC"/>
    <w:numStyleLink w:val="ListNumbermultilevel"/>
  </w:abstractNum>
  <w:abstractNum w:abstractNumId="13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671CF4"/>
    <w:multiLevelType w:val="multilevel"/>
    <w:tmpl w:val="CABE99FC"/>
    <w:numStyleLink w:val="ListNumbermultilevel"/>
  </w:abstractNum>
  <w:abstractNum w:abstractNumId="19" w15:restartNumberingAfterBreak="0">
    <w:nsid w:val="737A611E"/>
    <w:multiLevelType w:val="hybridMultilevel"/>
    <w:tmpl w:val="1CB4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 w16cid:durableId="948774401">
    <w:abstractNumId w:val="3"/>
  </w:num>
  <w:num w:numId="2" w16cid:durableId="696658111">
    <w:abstractNumId w:val="1"/>
  </w:num>
  <w:num w:numId="3" w16cid:durableId="18812780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0995773">
    <w:abstractNumId w:val="17"/>
  </w:num>
  <w:num w:numId="5" w16cid:durableId="261232202">
    <w:abstractNumId w:val="5"/>
  </w:num>
  <w:num w:numId="6" w16cid:durableId="1971395701">
    <w:abstractNumId w:val="8"/>
  </w:num>
  <w:num w:numId="7" w16cid:durableId="1816294303">
    <w:abstractNumId w:val="0"/>
  </w:num>
  <w:num w:numId="8" w16cid:durableId="938293841">
    <w:abstractNumId w:val="10"/>
  </w:num>
  <w:num w:numId="9" w16cid:durableId="1449935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9439900">
    <w:abstractNumId w:val="8"/>
  </w:num>
  <w:num w:numId="11" w16cid:durableId="1317563035">
    <w:abstractNumId w:val="1"/>
  </w:num>
  <w:num w:numId="12" w16cid:durableId="536696622">
    <w:abstractNumId w:val="8"/>
  </w:num>
  <w:num w:numId="13" w16cid:durableId="147482564">
    <w:abstractNumId w:val="8"/>
  </w:num>
  <w:num w:numId="14" w16cid:durableId="281545060">
    <w:abstractNumId w:val="8"/>
  </w:num>
  <w:num w:numId="15" w16cid:durableId="1484394902">
    <w:abstractNumId w:val="8"/>
  </w:num>
  <w:num w:numId="16" w16cid:durableId="809708108">
    <w:abstractNumId w:val="20"/>
  </w:num>
  <w:num w:numId="17" w16cid:durableId="1548224327">
    <w:abstractNumId w:val="3"/>
  </w:num>
  <w:num w:numId="18" w16cid:durableId="2082484296">
    <w:abstractNumId w:val="20"/>
  </w:num>
  <w:num w:numId="19" w16cid:durableId="1352874289">
    <w:abstractNumId w:val="20"/>
  </w:num>
  <w:num w:numId="20" w16cid:durableId="1652752526">
    <w:abstractNumId w:val="20"/>
  </w:num>
  <w:num w:numId="21" w16cid:durableId="1503815885">
    <w:abstractNumId w:val="20"/>
  </w:num>
  <w:num w:numId="22" w16cid:durableId="174685400">
    <w:abstractNumId w:val="8"/>
  </w:num>
  <w:num w:numId="23" w16cid:durableId="76245081">
    <w:abstractNumId w:val="1"/>
  </w:num>
  <w:num w:numId="24" w16cid:durableId="2632549">
    <w:abstractNumId w:val="8"/>
  </w:num>
  <w:num w:numId="25" w16cid:durableId="668214546">
    <w:abstractNumId w:val="8"/>
  </w:num>
  <w:num w:numId="26" w16cid:durableId="1241870463">
    <w:abstractNumId w:val="8"/>
  </w:num>
  <w:num w:numId="27" w16cid:durableId="1077362324">
    <w:abstractNumId w:val="8"/>
  </w:num>
  <w:num w:numId="28" w16cid:durableId="529074177">
    <w:abstractNumId w:val="20"/>
  </w:num>
  <w:num w:numId="29" w16cid:durableId="907878982">
    <w:abstractNumId w:val="3"/>
  </w:num>
  <w:num w:numId="30" w16cid:durableId="1962229324">
    <w:abstractNumId w:val="20"/>
  </w:num>
  <w:num w:numId="31" w16cid:durableId="1674333154">
    <w:abstractNumId w:val="20"/>
  </w:num>
  <w:num w:numId="32" w16cid:durableId="917591148">
    <w:abstractNumId w:val="20"/>
  </w:num>
  <w:num w:numId="33" w16cid:durableId="49966268">
    <w:abstractNumId w:val="20"/>
  </w:num>
  <w:num w:numId="34" w16cid:durableId="1316832596">
    <w:abstractNumId w:val="14"/>
  </w:num>
  <w:num w:numId="35" w16cid:durableId="895580536">
    <w:abstractNumId w:val="13"/>
  </w:num>
  <w:num w:numId="36" w16cid:durableId="1143350806">
    <w:abstractNumId w:val="7"/>
  </w:num>
  <w:num w:numId="37" w16cid:durableId="1989166632">
    <w:abstractNumId w:val="16"/>
  </w:num>
  <w:num w:numId="38" w16cid:durableId="1999116967">
    <w:abstractNumId w:val="18"/>
  </w:num>
  <w:num w:numId="39" w16cid:durableId="82800252">
    <w:abstractNumId w:val="12"/>
  </w:num>
  <w:num w:numId="40" w16cid:durableId="119034680">
    <w:abstractNumId w:val="15"/>
  </w:num>
  <w:num w:numId="41" w16cid:durableId="1304778517">
    <w:abstractNumId w:val="6"/>
  </w:num>
  <w:num w:numId="42" w16cid:durableId="1535267916">
    <w:abstractNumId w:val="2"/>
  </w:num>
  <w:num w:numId="43" w16cid:durableId="1633246747">
    <w:abstractNumId w:val="9"/>
  </w:num>
  <w:num w:numId="44" w16cid:durableId="1724981100">
    <w:abstractNumId w:val="4"/>
  </w:num>
  <w:num w:numId="45" w16cid:durableId="367949353">
    <w:abstractNumId w:val="8"/>
  </w:num>
  <w:num w:numId="46" w16cid:durableId="1608810131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D4"/>
    <w:rsid w:val="00014957"/>
    <w:rsid w:val="00053683"/>
    <w:rsid w:val="00053BB6"/>
    <w:rsid w:val="00056915"/>
    <w:rsid w:val="000711EA"/>
    <w:rsid w:val="00072C1E"/>
    <w:rsid w:val="000948DB"/>
    <w:rsid w:val="00094E5A"/>
    <w:rsid w:val="000B4542"/>
    <w:rsid w:val="000B5836"/>
    <w:rsid w:val="000D1E24"/>
    <w:rsid w:val="000E23A7"/>
    <w:rsid w:val="000F56B2"/>
    <w:rsid w:val="0010693F"/>
    <w:rsid w:val="00114472"/>
    <w:rsid w:val="001207C4"/>
    <w:rsid w:val="00151602"/>
    <w:rsid w:val="001550BC"/>
    <w:rsid w:val="001605B9"/>
    <w:rsid w:val="00170EC5"/>
    <w:rsid w:val="0017282A"/>
    <w:rsid w:val="001747C1"/>
    <w:rsid w:val="00183CEE"/>
    <w:rsid w:val="00184743"/>
    <w:rsid w:val="001A52B3"/>
    <w:rsid w:val="001D21F3"/>
    <w:rsid w:val="00204781"/>
    <w:rsid w:val="002068C7"/>
    <w:rsid w:val="00207DF5"/>
    <w:rsid w:val="00230ABD"/>
    <w:rsid w:val="00256A84"/>
    <w:rsid w:val="002570D0"/>
    <w:rsid w:val="00280E07"/>
    <w:rsid w:val="002852E3"/>
    <w:rsid w:val="002B695B"/>
    <w:rsid w:val="002C31BF"/>
    <w:rsid w:val="002D08B1"/>
    <w:rsid w:val="002E0CD7"/>
    <w:rsid w:val="002F5D42"/>
    <w:rsid w:val="00341DCF"/>
    <w:rsid w:val="00357BC6"/>
    <w:rsid w:val="003633EC"/>
    <w:rsid w:val="0038201D"/>
    <w:rsid w:val="00383ABD"/>
    <w:rsid w:val="003956C6"/>
    <w:rsid w:val="003B41E4"/>
    <w:rsid w:val="003D0636"/>
    <w:rsid w:val="00420DE3"/>
    <w:rsid w:val="00441430"/>
    <w:rsid w:val="00446F46"/>
    <w:rsid w:val="00450F07"/>
    <w:rsid w:val="00453CD3"/>
    <w:rsid w:val="00460660"/>
    <w:rsid w:val="00472220"/>
    <w:rsid w:val="00486107"/>
    <w:rsid w:val="00491827"/>
    <w:rsid w:val="00494D2B"/>
    <w:rsid w:val="004A7062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46E"/>
    <w:rsid w:val="0054019D"/>
    <w:rsid w:val="00553375"/>
    <w:rsid w:val="00557C28"/>
    <w:rsid w:val="005736B7"/>
    <w:rsid w:val="00575E5A"/>
    <w:rsid w:val="005E7758"/>
    <w:rsid w:val="005F1248"/>
    <w:rsid w:val="005F1404"/>
    <w:rsid w:val="006078AA"/>
    <w:rsid w:val="0061068E"/>
    <w:rsid w:val="006163DF"/>
    <w:rsid w:val="006431B9"/>
    <w:rsid w:val="00647E71"/>
    <w:rsid w:val="0065154C"/>
    <w:rsid w:val="006516E8"/>
    <w:rsid w:val="00660AD3"/>
    <w:rsid w:val="00677B7F"/>
    <w:rsid w:val="00692895"/>
    <w:rsid w:val="00694FE2"/>
    <w:rsid w:val="006A21EA"/>
    <w:rsid w:val="006A5570"/>
    <w:rsid w:val="006A689C"/>
    <w:rsid w:val="006B3D79"/>
    <w:rsid w:val="006D7AFE"/>
    <w:rsid w:val="006E0578"/>
    <w:rsid w:val="006E314D"/>
    <w:rsid w:val="00710723"/>
    <w:rsid w:val="007214AF"/>
    <w:rsid w:val="00723ED1"/>
    <w:rsid w:val="00724C1D"/>
    <w:rsid w:val="00743525"/>
    <w:rsid w:val="0076286B"/>
    <w:rsid w:val="00766846"/>
    <w:rsid w:val="007700E6"/>
    <w:rsid w:val="0077303E"/>
    <w:rsid w:val="0077673A"/>
    <w:rsid w:val="007846E1"/>
    <w:rsid w:val="00786679"/>
    <w:rsid w:val="007B570C"/>
    <w:rsid w:val="007B66C2"/>
    <w:rsid w:val="007C0EDD"/>
    <w:rsid w:val="007C589B"/>
    <w:rsid w:val="007D3A0A"/>
    <w:rsid w:val="007E4A6E"/>
    <w:rsid w:val="007F56A7"/>
    <w:rsid w:val="00807DD0"/>
    <w:rsid w:val="00841081"/>
    <w:rsid w:val="0084653D"/>
    <w:rsid w:val="00862B49"/>
    <w:rsid w:val="008659F3"/>
    <w:rsid w:val="00874B07"/>
    <w:rsid w:val="00886D4B"/>
    <w:rsid w:val="00895406"/>
    <w:rsid w:val="008A3568"/>
    <w:rsid w:val="008B30C1"/>
    <w:rsid w:val="008B6E65"/>
    <w:rsid w:val="008D03B9"/>
    <w:rsid w:val="008E0817"/>
    <w:rsid w:val="008F18D6"/>
    <w:rsid w:val="00904780"/>
    <w:rsid w:val="00920280"/>
    <w:rsid w:val="00922385"/>
    <w:rsid w:val="009223DF"/>
    <w:rsid w:val="009229E5"/>
    <w:rsid w:val="00923DE9"/>
    <w:rsid w:val="00932A67"/>
    <w:rsid w:val="00936091"/>
    <w:rsid w:val="00940D8A"/>
    <w:rsid w:val="0094684C"/>
    <w:rsid w:val="00962258"/>
    <w:rsid w:val="009678B7"/>
    <w:rsid w:val="009833E1"/>
    <w:rsid w:val="00992D9C"/>
    <w:rsid w:val="00996CB8"/>
    <w:rsid w:val="009B14A9"/>
    <w:rsid w:val="009B2AEB"/>
    <w:rsid w:val="009B2E97"/>
    <w:rsid w:val="009C4DD5"/>
    <w:rsid w:val="009D5D50"/>
    <w:rsid w:val="009E07F4"/>
    <w:rsid w:val="009F392E"/>
    <w:rsid w:val="00A051F4"/>
    <w:rsid w:val="00A077E0"/>
    <w:rsid w:val="00A17BD4"/>
    <w:rsid w:val="00A25C2C"/>
    <w:rsid w:val="00A324E5"/>
    <w:rsid w:val="00A44242"/>
    <w:rsid w:val="00A46C85"/>
    <w:rsid w:val="00A561C6"/>
    <w:rsid w:val="00A6177B"/>
    <w:rsid w:val="00A66136"/>
    <w:rsid w:val="00A8582A"/>
    <w:rsid w:val="00AA4CBB"/>
    <w:rsid w:val="00AA65FA"/>
    <w:rsid w:val="00AA7351"/>
    <w:rsid w:val="00AD056F"/>
    <w:rsid w:val="00AD4524"/>
    <w:rsid w:val="00AD6731"/>
    <w:rsid w:val="00AD7043"/>
    <w:rsid w:val="00AD7D02"/>
    <w:rsid w:val="00B031D6"/>
    <w:rsid w:val="00B077AD"/>
    <w:rsid w:val="00B15D0D"/>
    <w:rsid w:val="00B568D5"/>
    <w:rsid w:val="00B606D5"/>
    <w:rsid w:val="00B75EE1"/>
    <w:rsid w:val="00B77481"/>
    <w:rsid w:val="00B8518B"/>
    <w:rsid w:val="00BA6153"/>
    <w:rsid w:val="00BB022C"/>
    <w:rsid w:val="00BC78F2"/>
    <w:rsid w:val="00BD7E91"/>
    <w:rsid w:val="00C02D0A"/>
    <w:rsid w:val="00C03A6E"/>
    <w:rsid w:val="00C32582"/>
    <w:rsid w:val="00C44F6A"/>
    <w:rsid w:val="00C47AE3"/>
    <w:rsid w:val="00C902B4"/>
    <w:rsid w:val="00CA7112"/>
    <w:rsid w:val="00CB01D5"/>
    <w:rsid w:val="00CB0E15"/>
    <w:rsid w:val="00CD1FC4"/>
    <w:rsid w:val="00CD34AD"/>
    <w:rsid w:val="00CF6CAE"/>
    <w:rsid w:val="00D20D8F"/>
    <w:rsid w:val="00D21061"/>
    <w:rsid w:val="00D30F2C"/>
    <w:rsid w:val="00D4108E"/>
    <w:rsid w:val="00D6163D"/>
    <w:rsid w:val="00D73D46"/>
    <w:rsid w:val="00D831A3"/>
    <w:rsid w:val="00DC75F3"/>
    <w:rsid w:val="00DD46F3"/>
    <w:rsid w:val="00DE4872"/>
    <w:rsid w:val="00DE56F2"/>
    <w:rsid w:val="00DF044B"/>
    <w:rsid w:val="00DF116D"/>
    <w:rsid w:val="00E00614"/>
    <w:rsid w:val="00E91CA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895"/>
    <w:rsid w:val="00F75A93"/>
    <w:rsid w:val="00F81CE8"/>
    <w:rsid w:val="00F86BA6"/>
    <w:rsid w:val="00FA28E0"/>
    <w:rsid w:val="00FA5A58"/>
    <w:rsid w:val="00FC13DF"/>
    <w:rsid w:val="00FC2F16"/>
    <w:rsid w:val="00FC6389"/>
    <w:rsid w:val="00FE776A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E5527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customStyle="1" w:styleId="Default">
    <w:name w:val="Default"/>
    <w:rsid w:val="00CB0E1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C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163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4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18018-A408-46B4-90AF-1297741C93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3CA898-04F1-4182-AFAE-5FDF9F4CF11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</Template>
  <TotalTime>53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Panenková Lucie, Mgr.</dc:creator>
  <cp:lastModifiedBy>Králová Lenka, Ing.</cp:lastModifiedBy>
  <cp:revision>15</cp:revision>
  <cp:lastPrinted>2023-02-27T12:49:00Z</cp:lastPrinted>
  <dcterms:created xsi:type="dcterms:W3CDTF">2024-03-26T10:28:00Z</dcterms:created>
  <dcterms:modified xsi:type="dcterms:W3CDTF">2024-04-11T07:01:00Z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